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89971" w14:textId="77777777" w:rsidR="00A410EE" w:rsidRDefault="008C6D13" w:rsidP="00A410E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Załącznik Nr </w:t>
      </w:r>
      <w:r w:rsidR="00BA47B7">
        <w:rPr>
          <w:rFonts w:ascii="Arial" w:hAnsi="Arial" w:cs="Arial"/>
          <w:b/>
          <w:sz w:val="28"/>
          <w:szCs w:val="28"/>
          <w:u w:val="single"/>
        </w:rPr>
        <w:t>3</w:t>
      </w:r>
      <w:r w:rsidR="00722E82" w:rsidRPr="00722E82">
        <w:rPr>
          <w:rFonts w:ascii="Arial" w:hAnsi="Arial" w:cs="Arial"/>
          <w:b/>
          <w:sz w:val="28"/>
          <w:szCs w:val="28"/>
          <w:u w:val="single"/>
        </w:rPr>
        <w:t xml:space="preserve"> – Wzór protokołu zdawczo odbiorczego</w:t>
      </w:r>
    </w:p>
    <w:p w14:paraId="16233F9F" w14:textId="77777777" w:rsidR="00722E82" w:rsidRPr="00FA679B" w:rsidRDefault="00722E82" w:rsidP="00A410EE">
      <w:pPr>
        <w:jc w:val="center"/>
        <w:rPr>
          <w:rFonts w:ascii="Arial" w:hAnsi="Arial" w:cs="Arial"/>
          <w:b/>
          <w:szCs w:val="22"/>
        </w:rPr>
      </w:pPr>
    </w:p>
    <w:p w14:paraId="614C79C0" w14:textId="77777777" w:rsidR="00A410EE" w:rsidRPr="00FA679B" w:rsidRDefault="00A410EE" w:rsidP="000F053C">
      <w:pPr>
        <w:jc w:val="both"/>
        <w:rPr>
          <w:rFonts w:ascii="Arial" w:hAnsi="Arial" w:cs="Arial"/>
          <w:b/>
          <w:szCs w:val="22"/>
        </w:rPr>
      </w:pPr>
      <w:r w:rsidRPr="00FA679B">
        <w:rPr>
          <w:rFonts w:ascii="Arial" w:hAnsi="Arial" w:cs="Arial"/>
          <w:b/>
          <w:szCs w:val="22"/>
        </w:rPr>
        <w:t>Sporządzony:</w:t>
      </w:r>
    </w:p>
    <w:p w14:paraId="4DE79410" w14:textId="77777777" w:rsidR="00A410EE" w:rsidRPr="00FA679B" w:rsidRDefault="00A410EE" w:rsidP="0067339B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FA679B">
        <w:rPr>
          <w:rFonts w:ascii="Arial" w:hAnsi="Arial" w:cs="Arial"/>
          <w:sz w:val="22"/>
          <w:szCs w:val="22"/>
        </w:rPr>
        <w:t>Miejscowość: …………………………………Data:………………………………………………</w:t>
      </w:r>
    </w:p>
    <w:p w14:paraId="4828176F" w14:textId="77777777" w:rsidR="00A410EE" w:rsidRPr="00FA679B" w:rsidRDefault="00A410EE" w:rsidP="0067339B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FA679B">
        <w:rPr>
          <w:rFonts w:ascii="Arial" w:hAnsi="Arial" w:cs="Arial"/>
          <w:sz w:val="22"/>
          <w:szCs w:val="22"/>
        </w:rPr>
        <w:t xml:space="preserve">Na podstawie: </w:t>
      </w:r>
    </w:p>
    <w:p w14:paraId="4517CD33" w14:textId="5AA8E9E3" w:rsidR="00A410EE" w:rsidRPr="009A0868" w:rsidRDefault="009A0868" w:rsidP="009A0868">
      <w:pPr>
        <w:pStyle w:val="Akapitzlist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Umowa na opracowanie dedykowanego oprogramowania pośredniczącego dla systemu monitoringu wibracji firmy </w:t>
      </w:r>
      <w:proofErr w:type="spellStart"/>
      <w:r w:rsidRPr="009A0868">
        <w:rPr>
          <w:rFonts w:ascii="Arial" w:hAnsi="Arial" w:cs="Arial"/>
          <w:sz w:val="22"/>
          <w:szCs w:val="22"/>
        </w:rPr>
        <w:t>Brüel&amp;Kjær</w:t>
      </w:r>
      <w:proofErr w:type="spellEnd"/>
      <w:r w:rsidRPr="009A086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A0868">
        <w:rPr>
          <w:rFonts w:ascii="Arial" w:hAnsi="Arial" w:cs="Arial"/>
          <w:sz w:val="22"/>
          <w:szCs w:val="22"/>
        </w:rPr>
        <w:t>Vibro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3D27E921" w14:textId="77777777" w:rsidR="00A410EE" w:rsidRPr="00FA679B" w:rsidRDefault="00A410EE" w:rsidP="000F053C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3F277B64" w14:textId="77777777" w:rsidR="00A410EE" w:rsidRPr="00FA679B" w:rsidRDefault="00A410EE" w:rsidP="000F053C">
      <w:pPr>
        <w:jc w:val="both"/>
        <w:rPr>
          <w:rFonts w:ascii="Arial" w:hAnsi="Arial" w:cs="Arial"/>
          <w:b/>
          <w:szCs w:val="22"/>
        </w:rPr>
      </w:pPr>
      <w:r w:rsidRPr="00FA679B">
        <w:rPr>
          <w:rFonts w:ascii="Arial" w:hAnsi="Arial" w:cs="Arial"/>
          <w:b/>
          <w:szCs w:val="22"/>
        </w:rPr>
        <w:t xml:space="preserve">Pomiędzy: </w:t>
      </w:r>
    </w:p>
    <w:p w14:paraId="68B59473" w14:textId="77777777" w:rsidR="00A410EE" w:rsidRDefault="00A410EE" w:rsidP="00D52D3A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/>
          <w:sz w:val="22"/>
          <w:szCs w:val="22"/>
        </w:rPr>
      </w:pPr>
      <w:r w:rsidRPr="005106AF">
        <w:rPr>
          <w:rFonts w:ascii="Arial" w:hAnsi="Arial" w:cs="Arial"/>
          <w:b/>
          <w:sz w:val="22"/>
          <w:szCs w:val="22"/>
        </w:rPr>
        <w:t>Zamawiający:</w:t>
      </w:r>
    </w:p>
    <w:p w14:paraId="190CF9EA" w14:textId="77777777" w:rsidR="00FE78AF" w:rsidRPr="005106AF" w:rsidRDefault="00FE78AF" w:rsidP="00FE78AF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14:paraId="21DC3C55" w14:textId="77777777" w:rsidR="00A410EE" w:rsidRDefault="00645595" w:rsidP="000F053C">
      <w:pPr>
        <w:pStyle w:val="Akapitzli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PGE Energia </w:t>
      </w:r>
      <w:r w:rsidR="004C668F">
        <w:rPr>
          <w:rFonts w:ascii="Arial" w:hAnsi="Arial" w:cs="Arial"/>
          <w:sz w:val="22"/>
          <w:szCs w:val="22"/>
        </w:rPr>
        <w:t>Odnawialna S.A.</w:t>
      </w:r>
      <w:r w:rsidR="00A410EE" w:rsidRPr="00FA679B">
        <w:rPr>
          <w:rFonts w:ascii="Arial" w:hAnsi="Arial" w:cs="Arial"/>
          <w:sz w:val="22"/>
          <w:szCs w:val="22"/>
        </w:rPr>
        <w:t xml:space="preserve"> z siedzibą w Warszawie przy ul. </w:t>
      </w:r>
      <w:r w:rsidR="007D05D5" w:rsidRPr="00FA679B">
        <w:rPr>
          <w:rFonts w:ascii="Arial" w:hAnsi="Arial" w:cs="Arial"/>
          <w:sz w:val="22"/>
          <w:szCs w:val="22"/>
        </w:rPr>
        <w:t>Ogrodowej 59</w:t>
      </w:r>
      <w:r w:rsidR="008C6D13">
        <w:rPr>
          <w:rFonts w:ascii="Arial" w:hAnsi="Arial" w:cs="Arial"/>
          <w:sz w:val="22"/>
          <w:szCs w:val="22"/>
        </w:rPr>
        <w:t>;</w:t>
      </w:r>
      <w:r w:rsidR="008C6D13">
        <w:rPr>
          <w:rFonts w:ascii="Arial" w:hAnsi="Arial" w:cs="Arial"/>
          <w:sz w:val="22"/>
          <w:szCs w:val="22"/>
        </w:rPr>
        <w:br/>
      </w:r>
      <w:r w:rsidR="00A410EE" w:rsidRPr="00FA679B">
        <w:rPr>
          <w:rFonts w:ascii="Arial" w:hAnsi="Arial" w:cs="Arial"/>
          <w:sz w:val="22"/>
          <w:szCs w:val="22"/>
        </w:rPr>
        <w:t>00-</w:t>
      </w:r>
      <w:r w:rsidR="007D05D5" w:rsidRPr="00FA679B">
        <w:rPr>
          <w:rFonts w:ascii="Arial" w:hAnsi="Arial" w:cs="Arial"/>
          <w:sz w:val="22"/>
          <w:szCs w:val="22"/>
        </w:rPr>
        <w:t>876</w:t>
      </w:r>
      <w:r w:rsidR="00A410EE" w:rsidRPr="00FA679B">
        <w:rPr>
          <w:rFonts w:ascii="Arial" w:hAnsi="Arial" w:cs="Arial"/>
          <w:sz w:val="22"/>
          <w:szCs w:val="22"/>
        </w:rPr>
        <w:t xml:space="preserve"> Warszawa</w:t>
      </w:r>
      <w:r w:rsidR="008C6D13">
        <w:rPr>
          <w:rFonts w:ascii="Arial" w:hAnsi="Arial" w:cs="Arial"/>
          <w:sz w:val="22"/>
          <w:szCs w:val="22"/>
        </w:rPr>
        <w:t>.</w:t>
      </w:r>
    </w:p>
    <w:p w14:paraId="190356CF" w14:textId="77777777" w:rsidR="00FE78AF" w:rsidRPr="00FA679B" w:rsidRDefault="00FE78AF" w:rsidP="000F053C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3025F314" w14:textId="77777777" w:rsidR="00A410EE" w:rsidRDefault="00A410EE" w:rsidP="00D52D3A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/>
          <w:sz w:val="22"/>
          <w:szCs w:val="22"/>
        </w:rPr>
      </w:pPr>
      <w:r w:rsidRPr="005106AF">
        <w:rPr>
          <w:rFonts w:ascii="Arial" w:hAnsi="Arial" w:cs="Arial"/>
          <w:b/>
          <w:sz w:val="22"/>
          <w:szCs w:val="22"/>
        </w:rPr>
        <w:t>Wyko</w:t>
      </w:r>
      <w:r w:rsidR="00FA679B" w:rsidRPr="005106AF">
        <w:rPr>
          <w:rFonts w:ascii="Arial" w:hAnsi="Arial" w:cs="Arial"/>
          <w:b/>
          <w:sz w:val="22"/>
          <w:szCs w:val="22"/>
        </w:rPr>
        <w:t>nawca</w:t>
      </w:r>
      <w:r w:rsidRPr="005106AF">
        <w:rPr>
          <w:rFonts w:ascii="Arial" w:hAnsi="Arial" w:cs="Arial"/>
          <w:b/>
          <w:sz w:val="22"/>
          <w:szCs w:val="22"/>
        </w:rPr>
        <w:t>:</w:t>
      </w:r>
    </w:p>
    <w:p w14:paraId="3AEB22BA" w14:textId="77777777" w:rsidR="00FE78AF" w:rsidRPr="005106AF" w:rsidRDefault="00FE78AF" w:rsidP="00FE78AF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14:paraId="3DEA2B3F" w14:textId="77777777" w:rsidR="000F6EA8" w:rsidRDefault="000F6EA8" w:rsidP="00A410EE">
      <w:pPr>
        <w:rPr>
          <w:rFonts w:ascii="Arial" w:hAnsi="Arial" w:cs="Arial"/>
          <w:szCs w:val="22"/>
        </w:rPr>
      </w:pPr>
    </w:p>
    <w:p w14:paraId="5213861A" w14:textId="77777777" w:rsidR="009A0868" w:rsidRPr="00FA679B" w:rsidRDefault="009A0868" w:rsidP="00A410EE">
      <w:pPr>
        <w:rPr>
          <w:rFonts w:ascii="Arial" w:hAnsi="Arial" w:cs="Arial"/>
          <w:szCs w:val="22"/>
        </w:rPr>
      </w:pPr>
    </w:p>
    <w:p w14:paraId="5B89EB39" w14:textId="77777777" w:rsidR="00A410EE" w:rsidRDefault="0061218D" w:rsidP="00A410EE">
      <w:pPr>
        <w:rPr>
          <w:rFonts w:ascii="Arial" w:hAnsi="Arial" w:cs="Arial"/>
          <w:b/>
          <w:szCs w:val="22"/>
        </w:rPr>
      </w:pPr>
      <w:r w:rsidRPr="00FA679B">
        <w:rPr>
          <w:rFonts w:ascii="Arial" w:hAnsi="Arial" w:cs="Arial"/>
          <w:b/>
          <w:szCs w:val="22"/>
        </w:rPr>
        <w:t>Wykaz wykonanych prac</w:t>
      </w:r>
      <w:r w:rsidR="00F70BEE" w:rsidRPr="00FA679B">
        <w:rPr>
          <w:rFonts w:ascii="Arial" w:hAnsi="Arial" w:cs="Arial"/>
          <w:b/>
          <w:szCs w:val="22"/>
        </w:rPr>
        <w:t xml:space="preserve"> </w:t>
      </w:r>
    </w:p>
    <w:p w14:paraId="5511D3A8" w14:textId="77777777" w:rsidR="00FE78AF" w:rsidRPr="00FA679B" w:rsidRDefault="00FE78AF" w:rsidP="00A410EE">
      <w:pPr>
        <w:rPr>
          <w:rFonts w:ascii="Arial" w:hAnsi="Arial" w:cs="Arial"/>
          <w:b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5"/>
        <w:gridCol w:w="6368"/>
        <w:gridCol w:w="850"/>
        <w:gridCol w:w="1579"/>
      </w:tblGrid>
      <w:tr w:rsidR="00F70BEE" w:rsidRPr="005106AF" w14:paraId="6D75DE5E" w14:textId="77777777" w:rsidTr="000F6EA8">
        <w:trPr>
          <w:tblHeader/>
        </w:trPr>
        <w:tc>
          <w:tcPr>
            <w:tcW w:w="292" w:type="pct"/>
            <w:vAlign w:val="center"/>
          </w:tcPr>
          <w:p w14:paraId="27F1A7BA" w14:textId="77777777" w:rsidR="00F70BEE" w:rsidRPr="005106AF" w:rsidRDefault="00F70BEE" w:rsidP="000F6EA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06AF">
              <w:rPr>
                <w:rFonts w:ascii="Arial" w:hAnsi="Arial" w:cs="Arial"/>
                <w:b/>
                <w:sz w:val="18"/>
                <w:szCs w:val="18"/>
              </w:rPr>
              <w:t xml:space="preserve">Lp. </w:t>
            </w:r>
          </w:p>
        </w:tc>
        <w:tc>
          <w:tcPr>
            <w:tcW w:w="3408" w:type="pct"/>
            <w:vAlign w:val="center"/>
          </w:tcPr>
          <w:p w14:paraId="7CBC6049" w14:textId="77777777" w:rsidR="00F70BEE" w:rsidRPr="004C668F" w:rsidRDefault="00F70BEE" w:rsidP="000F6EA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06AF">
              <w:rPr>
                <w:rFonts w:ascii="Arial" w:hAnsi="Arial" w:cs="Arial"/>
                <w:b/>
                <w:sz w:val="18"/>
                <w:szCs w:val="18"/>
              </w:rPr>
              <w:t>Opis</w:t>
            </w:r>
          </w:p>
        </w:tc>
        <w:tc>
          <w:tcPr>
            <w:tcW w:w="455" w:type="pct"/>
            <w:vAlign w:val="center"/>
          </w:tcPr>
          <w:p w14:paraId="61C6C8ED" w14:textId="77777777" w:rsidR="00F70BEE" w:rsidRPr="005106AF" w:rsidRDefault="00FA679B" w:rsidP="000F6EA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06AF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845" w:type="pct"/>
            <w:vAlign w:val="center"/>
          </w:tcPr>
          <w:p w14:paraId="22172868" w14:textId="77777777" w:rsidR="00F70BEE" w:rsidRPr="004C668F" w:rsidRDefault="00AA0CAA" w:rsidP="000F6EA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C668F">
              <w:rPr>
                <w:rFonts w:ascii="Arial" w:hAnsi="Arial" w:cs="Arial"/>
                <w:b/>
                <w:sz w:val="18"/>
                <w:szCs w:val="18"/>
              </w:rPr>
              <w:t>Data zakończenia</w:t>
            </w:r>
          </w:p>
        </w:tc>
      </w:tr>
      <w:tr w:rsidR="00F70BEE" w:rsidRPr="005106AF" w14:paraId="372B33F0" w14:textId="77777777" w:rsidTr="000F6EA8">
        <w:trPr>
          <w:trHeight w:val="715"/>
        </w:trPr>
        <w:tc>
          <w:tcPr>
            <w:tcW w:w="292" w:type="pct"/>
          </w:tcPr>
          <w:p w14:paraId="5DE0AC04" w14:textId="77777777" w:rsidR="00F70BEE" w:rsidRPr="005106AF" w:rsidRDefault="00F70BEE" w:rsidP="000F6EA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5106A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408" w:type="pct"/>
            <w:vAlign w:val="center"/>
          </w:tcPr>
          <w:p w14:paraId="0F33F6A3" w14:textId="77777777" w:rsidR="00F70BEE" w:rsidRPr="005106AF" w:rsidRDefault="00F70BEE" w:rsidP="004C668F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vAlign w:val="center"/>
          </w:tcPr>
          <w:p w14:paraId="5789953E" w14:textId="77777777" w:rsidR="00F70BEE" w:rsidRPr="005106AF" w:rsidRDefault="00F70BEE" w:rsidP="000F6EA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pct"/>
            <w:vAlign w:val="center"/>
          </w:tcPr>
          <w:p w14:paraId="542F570B" w14:textId="77777777" w:rsidR="00F70BEE" w:rsidRPr="005106AF" w:rsidRDefault="00F70BEE" w:rsidP="000F6EA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0BEE" w:rsidRPr="005106AF" w14:paraId="694162A6" w14:textId="77777777" w:rsidTr="000F6EA8">
        <w:trPr>
          <w:trHeight w:val="828"/>
        </w:trPr>
        <w:tc>
          <w:tcPr>
            <w:tcW w:w="292" w:type="pct"/>
          </w:tcPr>
          <w:p w14:paraId="0F744A18" w14:textId="77777777" w:rsidR="00F70BEE" w:rsidRPr="005106AF" w:rsidRDefault="00B86098" w:rsidP="000F6EA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408" w:type="pct"/>
            <w:vAlign w:val="center"/>
          </w:tcPr>
          <w:p w14:paraId="7B4B2E44" w14:textId="77777777" w:rsidR="00F70BEE" w:rsidRPr="005106AF" w:rsidRDefault="00F70BEE" w:rsidP="00B86098">
            <w:pPr>
              <w:pStyle w:val="Akapitzlist"/>
              <w:spacing w:after="2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vAlign w:val="center"/>
          </w:tcPr>
          <w:p w14:paraId="0E3AE5B6" w14:textId="77777777" w:rsidR="00F70BEE" w:rsidRPr="00B86098" w:rsidRDefault="00F70BEE" w:rsidP="000F6EA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pct"/>
            <w:vAlign w:val="center"/>
          </w:tcPr>
          <w:p w14:paraId="048B261A" w14:textId="77777777" w:rsidR="00F70BEE" w:rsidRPr="00B86098" w:rsidRDefault="00F70BEE" w:rsidP="000F6EA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C7264C8" w14:textId="77777777" w:rsidR="000F6EA8" w:rsidRDefault="000F6EA8" w:rsidP="00A410EE">
      <w:pPr>
        <w:rPr>
          <w:rFonts w:ascii="Arial" w:hAnsi="Arial" w:cs="Arial"/>
          <w:b/>
          <w:szCs w:val="22"/>
        </w:rPr>
      </w:pPr>
    </w:p>
    <w:p w14:paraId="1B910468" w14:textId="77777777" w:rsidR="00A410EE" w:rsidRPr="00FA679B" w:rsidRDefault="00A410EE" w:rsidP="00A410EE">
      <w:pPr>
        <w:rPr>
          <w:rFonts w:ascii="Arial" w:hAnsi="Arial" w:cs="Arial"/>
          <w:b/>
          <w:szCs w:val="22"/>
        </w:rPr>
      </w:pPr>
      <w:r w:rsidRPr="00FA679B">
        <w:rPr>
          <w:rFonts w:ascii="Arial" w:hAnsi="Arial" w:cs="Arial"/>
          <w:b/>
          <w:szCs w:val="22"/>
        </w:rPr>
        <w:t>Zamawiający</w:t>
      </w:r>
      <w:r w:rsidR="00962B29" w:rsidRPr="00FA679B">
        <w:rPr>
          <w:rFonts w:ascii="Arial" w:hAnsi="Arial" w:cs="Arial"/>
          <w:b/>
          <w:szCs w:val="22"/>
        </w:rPr>
        <w:t xml:space="preserve"> przyjął /nie przyjął </w:t>
      </w:r>
      <w:r w:rsidRPr="00FA679B">
        <w:rPr>
          <w:rFonts w:ascii="Arial" w:hAnsi="Arial" w:cs="Arial"/>
          <w:b/>
          <w:szCs w:val="22"/>
        </w:rPr>
        <w:t xml:space="preserve">pod względem jakościowym i ilościowym </w:t>
      </w:r>
      <w:r w:rsidR="0061218D" w:rsidRPr="00FA679B">
        <w:rPr>
          <w:rFonts w:ascii="Arial" w:hAnsi="Arial" w:cs="Arial"/>
          <w:b/>
          <w:szCs w:val="22"/>
        </w:rPr>
        <w:t>wykonane prace</w:t>
      </w:r>
      <w:r w:rsidR="005E1AE3" w:rsidRPr="00FA679B">
        <w:rPr>
          <w:rFonts w:ascii="Arial" w:hAnsi="Arial" w:cs="Arial"/>
          <w:b/>
          <w:szCs w:val="22"/>
        </w:rPr>
        <w:t>.</w:t>
      </w:r>
    </w:p>
    <w:p w14:paraId="2562C2A7" w14:textId="77777777" w:rsidR="00A410EE" w:rsidRPr="00AA0CAA" w:rsidRDefault="00A410EE" w:rsidP="00A410EE">
      <w:pPr>
        <w:rPr>
          <w:rFonts w:ascii="Arial" w:hAnsi="Arial" w:cs="Arial"/>
          <w:b/>
          <w:color w:val="222222"/>
        </w:rPr>
      </w:pPr>
    </w:p>
    <w:p w14:paraId="58D25556" w14:textId="77777777" w:rsidR="00A410EE" w:rsidRPr="00FA679B" w:rsidRDefault="00AA0CAA" w:rsidP="00AA0CAA">
      <w:pPr>
        <w:spacing w:line="360" w:lineRule="auto"/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</w:rPr>
        <w:t>Uwagi</w:t>
      </w:r>
      <w:r w:rsidR="00A410EE" w:rsidRPr="00FA679B">
        <w:rPr>
          <w:rFonts w:ascii="Arial" w:hAnsi="Arial" w:cs="Arial"/>
          <w:b/>
          <w:szCs w:val="22"/>
        </w:rPr>
        <w:t>:</w:t>
      </w:r>
      <w:r>
        <w:rPr>
          <w:rFonts w:ascii="Arial" w:hAnsi="Arial" w:cs="Arial"/>
          <w:b/>
          <w:szCs w:val="22"/>
        </w:rPr>
        <w:t xml:space="preserve"> </w:t>
      </w:r>
      <w:r w:rsidR="00A410EE" w:rsidRPr="00FA679B">
        <w:rPr>
          <w:rFonts w:ascii="Arial" w:hAnsi="Arial" w:cs="Arial"/>
          <w:b/>
          <w:szCs w:val="22"/>
        </w:rPr>
        <w:t>……………………………………………………………………………………………………</w:t>
      </w:r>
      <w:r>
        <w:rPr>
          <w:rFonts w:ascii="Arial" w:hAnsi="Arial" w:cs="Arial"/>
          <w:b/>
          <w:szCs w:val="22"/>
        </w:rPr>
        <w:t>………</w:t>
      </w:r>
    </w:p>
    <w:p w14:paraId="1820A7D3" w14:textId="77777777" w:rsidR="00A410EE" w:rsidRPr="00FA679B" w:rsidRDefault="00A410EE" w:rsidP="00A410EE">
      <w:pPr>
        <w:ind w:left="-540"/>
        <w:rPr>
          <w:rFonts w:ascii="Arial" w:hAnsi="Arial" w:cs="Arial"/>
          <w:szCs w:val="22"/>
        </w:rPr>
      </w:pPr>
    </w:p>
    <w:p w14:paraId="37D30C7D" w14:textId="77777777" w:rsidR="00A410EE" w:rsidRDefault="00AA0CAA" w:rsidP="00A410EE">
      <w:pPr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 xml:space="preserve">        </w:t>
      </w:r>
      <w:r w:rsidR="007D05D5" w:rsidRPr="00FA679B">
        <w:rPr>
          <w:rFonts w:ascii="Arial" w:hAnsi="Arial" w:cs="Arial"/>
          <w:b/>
          <w:szCs w:val="22"/>
        </w:rPr>
        <w:t>Zamawiający</w:t>
      </w:r>
      <w:r w:rsidR="00A410EE" w:rsidRPr="00FA679B">
        <w:rPr>
          <w:rFonts w:ascii="Arial" w:hAnsi="Arial" w:cs="Arial"/>
          <w:szCs w:val="22"/>
        </w:rPr>
        <w:t xml:space="preserve">       </w:t>
      </w:r>
      <w:r w:rsidR="00F70BEE" w:rsidRPr="00FA679B">
        <w:rPr>
          <w:rFonts w:ascii="Arial" w:hAnsi="Arial" w:cs="Arial"/>
          <w:szCs w:val="22"/>
        </w:rPr>
        <w:t xml:space="preserve">                                                                              </w:t>
      </w:r>
      <w:r w:rsidR="00A410EE" w:rsidRPr="00FA679B">
        <w:rPr>
          <w:rFonts w:ascii="Arial" w:hAnsi="Arial" w:cs="Arial"/>
          <w:b/>
          <w:szCs w:val="22"/>
        </w:rPr>
        <w:t>Wykonawca</w:t>
      </w:r>
    </w:p>
    <w:p w14:paraId="3692F226" w14:textId="77777777" w:rsidR="00AA0CAA" w:rsidRDefault="00AA0CAA" w:rsidP="00A410EE">
      <w:pPr>
        <w:rPr>
          <w:rFonts w:ascii="Arial" w:hAnsi="Arial" w:cs="Arial"/>
          <w:b/>
          <w:szCs w:val="22"/>
        </w:rPr>
      </w:pPr>
    </w:p>
    <w:p w14:paraId="3E60745F" w14:textId="77777777" w:rsidR="003725AB" w:rsidRPr="00FA679B" w:rsidRDefault="00AA0CAA" w:rsidP="00A410EE">
      <w:pPr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……………………………..</w:t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  <w:t>……………………………..</w:t>
      </w:r>
    </w:p>
    <w:sectPr w:rsidR="003725AB" w:rsidRPr="00FA679B" w:rsidSect="00AA0CAA">
      <w:headerReference w:type="default" r:id="rId8"/>
      <w:headerReference w:type="first" r:id="rId9"/>
      <w:pgSz w:w="11906" w:h="16838"/>
      <w:pgMar w:top="851" w:right="1361" w:bottom="993" w:left="1419" w:header="0" w:footer="7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CD2D0" w14:textId="77777777" w:rsidR="007854B4" w:rsidRDefault="007854B4" w:rsidP="001C34EF">
      <w:r>
        <w:separator/>
      </w:r>
    </w:p>
  </w:endnote>
  <w:endnote w:type="continuationSeparator" w:id="0">
    <w:p w14:paraId="3D730064" w14:textId="77777777" w:rsidR="007854B4" w:rsidRDefault="007854B4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9B449" w14:textId="77777777" w:rsidR="007854B4" w:rsidRDefault="007854B4" w:rsidP="001C34EF">
      <w:r>
        <w:separator/>
      </w:r>
    </w:p>
  </w:footnote>
  <w:footnote w:type="continuationSeparator" w:id="0">
    <w:p w14:paraId="6ADB7021" w14:textId="77777777" w:rsidR="007854B4" w:rsidRDefault="007854B4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B68FB" w14:textId="77777777" w:rsidR="00E65674" w:rsidRPr="00594561" w:rsidRDefault="00E65674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EA84E" w14:textId="77777777" w:rsidR="00E65674" w:rsidRDefault="009A0868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  <w:sdt>
      <w:sdtPr>
        <w:rPr>
          <w:b/>
          <w:color w:val="707173"/>
          <w:sz w:val="18"/>
          <w:szCs w:val="18"/>
        </w:rPr>
        <w:id w:val="7038801"/>
        <w:docPartObj>
          <w:docPartGallery w:val="Page Numbers (Margins)"/>
          <w:docPartUnique/>
        </w:docPartObj>
      </w:sdtPr>
      <w:sdtEndPr/>
      <w:sdtContent/>
    </w:sdt>
  </w:p>
  <w:p w14:paraId="6A3B71F4" w14:textId="77777777" w:rsidR="00E65674" w:rsidRDefault="00E65674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30B5A"/>
    <w:multiLevelType w:val="hybridMultilevel"/>
    <w:tmpl w:val="3836F588"/>
    <w:lvl w:ilvl="0" w:tplc="261665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81A9D"/>
    <w:multiLevelType w:val="hybridMultilevel"/>
    <w:tmpl w:val="3FFAE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61B5A"/>
    <w:multiLevelType w:val="hybridMultilevel"/>
    <w:tmpl w:val="8DDCC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92630"/>
    <w:multiLevelType w:val="hybridMultilevel"/>
    <w:tmpl w:val="90BC1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658E8"/>
    <w:multiLevelType w:val="hybridMultilevel"/>
    <w:tmpl w:val="8DDCC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7E40"/>
    <w:multiLevelType w:val="hybridMultilevel"/>
    <w:tmpl w:val="3E8607BC"/>
    <w:lvl w:ilvl="0" w:tplc="5A386912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055FC9"/>
    <w:multiLevelType w:val="hybridMultilevel"/>
    <w:tmpl w:val="76CABE00"/>
    <w:lvl w:ilvl="0" w:tplc="0415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34BD00FC"/>
    <w:multiLevelType w:val="hybridMultilevel"/>
    <w:tmpl w:val="9DEAB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CD635C"/>
    <w:multiLevelType w:val="hybridMultilevel"/>
    <w:tmpl w:val="9DEAB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26C63"/>
    <w:multiLevelType w:val="hybridMultilevel"/>
    <w:tmpl w:val="CA8872E8"/>
    <w:lvl w:ilvl="0" w:tplc="9DCC074C">
      <w:start w:val="1"/>
      <w:numFmt w:val="decimal"/>
      <w:lvlText w:val="%1."/>
      <w:lvlJc w:val="left"/>
      <w:pPr>
        <w:ind w:left="720" w:hanging="360"/>
      </w:pPr>
      <w:rPr>
        <w:rFonts w:eastAsia="Calibri" w:cs="Times New Roman"/>
        <w:b w:val="0"/>
        <w:strike w:val="0"/>
        <w:dstrike w:val="0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5C73A1"/>
    <w:multiLevelType w:val="hybridMultilevel"/>
    <w:tmpl w:val="E8E64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4862B9"/>
    <w:multiLevelType w:val="hybridMultilevel"/>
    <w:tmpl w:val="E8E64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6A328B"/>
    <w:multiLevelType w:val="hybridMultilevel"/>
    <w:tmpl w:val="8DDCC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920EB0"/>
    <w:multiLevelType w:val="hybridMultilevel"/>
    <w:tmpl w:val="E8E64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021B65"/>
    <w:multiLevelType w:val="hybridMultilevel"/>
    <w:tmpl w:val="74242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CE06BD"/>
    <w:multiLevelType w:val="hybridMultilevel"/>
    <w:tmpl w:val="4D10F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173E28"/>
    <w:multiLevelType w:val="hybridMultilevel"/>
    <w:tmpl w:val="9DEAB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44928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865196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2359735">
    <w:abstractNumId w:val="8"/>
  </w:num>
  <w:num w:numId="4" w16cid:durableId="308823451">
    <w:abstractNumId w:val="11"/>
  </w:num>
  <w:num w:numId="5" w16cid:durableId="851265884">
    <w:abstractNumId w:val="3"/>
  </w:num>
  <w:num w:numId="6" w16cid:durableId="220599729">
    <w:abstractNumId w:val="0"/>
  </w:num>
  <w:num w:numId="7" w16cid:durableId="203562226">
    <w:abstractNumId w:val="7"/>
  </w:num>
  <w:num w:numId="8" w16cid:durableId="1721978870">
    <w:abstractNumId w:val="16"/>
  </w:num>
  <w:num w:numId="9" w16cid:durableId="618414087">
    <w:abstractNumId w:val="14"/>
  </w:num>
  <w:num w:numId="10" w16cid:durableId="707876104">
    <w:abstractNumId w:val="15"/>
  </w:num>
  <w:num w:numId="11" w16cid:durableId="552808922">
    <w:abstractNumId w:val="1"/>
  </w:num>
  <w:num w:numId="12" w16cid:durableId="1516915401">
    <w:abstractNumId w:val="10"/>
  </w:num>
  <w:num w:numId="13" w16cid:durableId="1231311884">
    <w:abstractNumId w:val="13"/>
  </w:num>
  <w:num w:numId="14" w16cid:durableId="2014871361">
    <w:abstractNumId w:val="12"/>
  </w:num>
  <w:num w:numId="15" w16cid:durableId="1298687709">
    <w:abstractNumId w:val="4"/>
  </w:num>
  <w:num w:numId="16" w16cid:durableId="279337736">
    <w:abstractNumId w:val="2"/>
  </w:num>
  <w:num w:numId="17" w16cid:durableId="1597784138">
    <w:abstractNumId w:val="5"/>
  </w:num>
  <w:num w:numId="18" w16cid:durableId="19407984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5C3F"/>
    <w:rsid w:val="000378A2"/>
    <w:rsid w:val="00043974"/>
    <w:rsid w:val="0008105C"/>
    <w:rsid w:val="00086AF7"/>
    <w:rsid w:val="000878AA"/>
    <w:rsid w:val="00090C9A"/>
    <w:rsid w:val="000B0363"/>
    <w:rsid w:val="000B55A4"/>
    <w:rsid w:val="000B7E7F"/>
    <w:rsid w:val="000C6B8E"/>
    <w:rsid w:val="000D3632"/>
    <w:rsid w:val="000D7921"/>
    <w:rsid w:val="000E07E4"/>
    <w:rsid w:val="000F053C"/>
    <w:rsid w:val="000F6EA8"/>
    <w:rsid w:val="00117E3F"/>
    <w:rsid w:val="00140D5F"/>
    <w:rsid w:val="001635DA"/>
    <w:rsid w:val="00165190"/>
    <w:rsid w:val="00166DEA"/>
    <w:rsid w:val="001719CD"/>
    <w:rsid w:val="001A7888"/>
    <w:rsid w:val="001B145B"/>
    <w:rsid w:val="001B7B0E"/>
    <w:rsid w:val="001C34EF"/>
    <w:rsid w:val="001D47CD"/>
    <w:rsid w:val="001E701F"/>
    <w:rsid w:val="001F4E0A"/>
    <w:rsid w:val="00201969"/>
    <w:rsid w:val="002044EE"/>
    <w:rsid w:val="0021661E"/>
    <w:rsid w:val="00216BEF"/>
    <w:rsid w:val="00227F63"/>
    <w:rsid w:val="0023743C"/>
    <w:rsid w:val="00251DD8"/>
    <w:rsid w:val="0026084F"/>
    <w:rsid w:val="0026143A"/>
    <w:rsid w:val="00293716"/>
    <w:rsid w:val="002A19C0"/>
    <w:rsid w:val="002B7BC3"/>
    <w:rsid w:val="002C4F88"/>
    <w:rsid w:val="002C7FA7"/>
    <w:rsid w:val="002D4E13"/>
    <w:rsid w:val="002E14C8"/>
    <w:rsid w:val="003021F0"/>
    <w:rsid w:val="00304B93"/>
    <w:rsid w:val="00307204"/>
    <w:rsid w:val="00310207"/>
    <w:rsid w:val="00310B3F"/>
    <w:rsid w:val="00326E12"/>
    <w:rsid w:val="00332DE3"/>
    <w:rsid w:val="00341E22"/>
    <w:rsid w:val="0035382A"/>
    <w:rsid w:val="003725AB"/>
    <w:rsid w:val="00377856"/>
    <w:rsid w:val="003D626C"/>
    <w:rsid w:val="003F1A82"/>
    <w:rsid w:val="003F55CA"/>
    <w:rsid w:val="004275CF"/>
    <w:rsid w:val="00427DC2"/>
    <w:rsid w:val="004311EC"/>
    <w:rsid w:val="00431F2D"/>
    <w:rsid w:val="004611CD"/>
    <w:rsid w:val="00465137"/>
    <w:rsid w:val="00470044"/>
    <w:rsid w:val="004716FE"/>
    <w:rsid w:val="00474ECB"/>
    <w:rsid w:val="00475ADD"/>
    <w:rsid w:val="004810E2"/>
    <w:rsid w:val="00484B99"/>
    <w:rsid w:val="004940C0"/>
    <w:rsid w:val="00494DDC"/>
    <w:rsid w:val="004A48FD"/>
    <w:rsid w:val="004C4BB8"/>
    <w:rsid w:val="004C668F"/>
    <w:rsid w:val="004C7666"/>
    <w:rsid w:val="004E2DA0"/>
    <w:rsid w:val="004F358F"/>
    <w:rsid w:val="0050101B"/>
    <w:rsid w:val="005028FA"/>
    <w:rsid w:val="005106AF"/>
    <w:rsid w:val="00511CAB"/>
    <w:rsid w:val="00515967"/>
    <w:rsid w:val="005173FD"/>
    <w:rsid w:val="00525C3F"/>
    <w:rsid w:val="005356E8"/>
    <w:rsid w:val="00537271"/>
    <w:rsid w:val="005447A4"/>
    <w:rsid w:val="00546318"/>
    <w:rsid w:val="00550EFA"/>
    <w:rsid w:val="00574B2A"/>
    <w:rsid w:val="00594561"/>
    <w:rsid w:val="005B0AD0"/>
    <w:rsid w:val="005B261F"/>
    <w:rsid w:val="005C62C9"/>
    <w:rsid w:val="005E1AE3"/>
    <w:rsid w:val="005E3CE9"/>
    <w:rsid w:val="005F4726"/>
    <w:rsid w:val="0060749C"/>
    <w:rsid w:val="006115B1"/>
    <w:rsid w:val="0061218D"/>
    <w:rsid w:val="00612DC0"/>
    <w:rsid w:val="006162D5"/>
    <w:rsid w:val="00620751"/>
    <w:rsid w:val="006240AE"/>
    <w:rsid w:val="0063103F"/>
    <w:rsid w:val="006328E8"/>
    <w:rsid w:val="00645595"/>
    <w:rsid w:val="00653CE0"/>
    <w:rsid w:val="00664167"/>
    <w:rsid w:val="006666C4"/>
    <w:rsid w:val="00667987"/>
    <w:rsid w:val="0067339B"/>
    <w:rsid w:val="006745D6"/>
    <w:rsid w:val="0068172F"/>
    <w:rsid w:val="0068419A"/>
    <w:rsid w:val="00684A42"/>
    <w:rsid w:val="006856C3"/>
    <w:rsid w:val="006B0DE4"/>
    <w:rsid w:val="006E2301"/>
    <w:rsid w:val="006E524D"/>
    <w:rsid w:val="006E6F3F"/>
    <w:rsid w:val="0071025F"/>
    <w:rsid w:val="007108E7"/>
    <w:rsid w:val="00716F02"/>
    <w:rsid w:val="00722E82"/>
    <w:rsid w:val="00732FA9"/>
    <w:rsid w:val="0075070B"/>
    <w:rsid w:val="0076629E"/>
    <w:rsid w:val="0077281E"/>
    <w:rsid w:val="00774990"/>
    <w:rsid w:val="00776187"/>
    <w:rsid w:val="00780ACE"/>
    <w:rsid w:val="007854B4"/>
    <w:rsid w:val="007A2937"/>
    <w:rsid w:val="007B1419"/>
    <w:rsid w:val="007C1EA3"/>
    <w:rsid w:val="007D05D5"/>
    <w:rsid w:val="007D07C8"/>
    <w:rsid w:val="007D5A89"/>
    <w:rsid w:val="007E1162"/>
    <w:rsid w:val="007F6017"/>
    <w:rsid w:val="00801D01"/>
    <w:rsid w:val="0080211A"/>
    <w:rsid w:val="00813289"/>
    <w:rsid w:val="008279D1"/>
    <w:rsid w:val="00834C1C"/>
    <w:rsid w:val="00865629"/>
    <w:rsid w:val="00867D1D"/>
    <w:rsid w:val="00894A13"/>
    <w:rsid w:val="008C0569"/>
    <w:rsid w:val="008C05FF"/>
    <w:rsid w:val="008C4B2F"/>
    <w:rsid w:val="008C6D13"/>
    <w:rsid w:val="008D3512"/>
    <w:rsid w:val="009038E1"/>
    <w:rsid w:val="009067E9"/>
    <w:rsid w:val="009315AF"/>
    <w:rsid w:val="00940340"/>
    <w:rsid w:val="009419ED"/>
    <w:rsid w:val="009438B8"/>
    <w:rsid w:val="00947A10"/>
    <w:rsid w:val="00962B29"/>
    <w:rsid w:val="009A0868"/>
    <w:rsid w:val="009B232C"/>
    <w:rsid w:val="009B68FE"/>
    <w:rsid w:val="009D57F1"/>
    <w:rsid w:val="009E0001"/>
    <w:rsid w:val="009F3131"/>
    <w:rsid w:val="00A016B3"/>
    <w:rsid w:val="00A01A14"/>
    <w:rsid w:val="00A17FE8"/>
    <w:rsid w:val="00A367BB"/>
    <w:rsid w:val="00A410EE"/>
    <w:rsid w:val="00A423AC"/>
    <w:rsid w:val="00A45303"/>
    <w:rsid w:val="00A50975"/>
    <w:rsid w:val="00A545F7"/>
    <w:rsid w:val="00A57CC1"/>
    <w:rsid w:val="00A57F64"/>
    <w:rsid w:val="00A64968"/>
    <w:rsid w:val="00A67E1F"/>
    <w:rsid w:val="00A773B9"/>
    <w:rsid w:val="00A92017"/>
    <w:rsid w:val="00AA0CAA"/>
    <w:rsid w:val="00AB54D9"/>
    <w:rsid w:val="00AC7A34"/>
    <w:rsid w:val="00AD152C"/>
    <w:rsid w:val="00AD53AA"/>
    <w:rsid w:val="00AF2D04"/>
    <w:rsid w:val="00B22910"/>
    <w:rsid w:val="00B46723"/>
    <w:rsid w:val="00B710E4"/>
    <w:rsid w:val="00B86098"/>
    <w:rsid w:val="00B87A82"/>
    <w:rsid w:val="00BA0EFD"/>
    <w:rsid w:val="00BA411D"/>
    <w:rsid w:val="00BA47B7"/>
    <w:rsid w:val="00BA65DA"/>
    <w:rsid w:val="00BD1134"/>
    <w:rsid w:val="00BE2796"/>
    <w:rsid w:val="00BE5E71"/>
    <w:rsid w:val="00C26FF8"/>
    <w:rsid w:val="00C52D07"/>
    <w:rsid w:val="00C54B2C"/>
    <w:rsid w:val="00C600C1"/>
    <w:rsid w:val="00C800C0"/>
    <w:rsid w:val="00C83517"/>
    <w:rsid w:val="00C932F1"/>
    <w:rsid w:val="00C94ECD"/>
    <w:rsid w:val="00CA26EE"/>
    <w:rsid w:val="00CA490B"/>
    <w:rsid w:val="00CA6B06"/>
    <w:rsid w:val="00CB06D0"/>
    <w:rsid w:val="00CB6C97"/>
    <w:rsid w:val="00CD6B43"/>
    <w:rsid w:val="00CD6CFF"/>
    <w:rsid w:val="00CE6355"/>
    <w:rsid w:val="00D10066"/>
    <w:rsid w:val="00D52D3A"/>
    <w:rsid w:val="00D65113"/>
    <w:rsid w:val="00D66360"/>
    <w:rsid w:val="00D7079A"/>
    <w:rsid w:val="00D746B0"/>
    <w:rsid w:val="00D7544D"/>
    <w:rsid w:val="00D8796C"/>
    <w:rsid w:val="00D95676"/>
    <w:rsid w:val="00DB5AA1"/>
    <w:rsid w:val="00E003EE"/>
    <w:rsid w:val="00E11C06"/>
    <w:rsid w:val="00E2046B"/>
    <w:rsid w:val="00E370B5"/>
    <w:rsid w:val="00E46560"/>
    <w:rsid w:val="00E57445"/>
    <w:rsid w:val="00E623D7"/>
    <w:rsid w:val="00E6479E"/>
    <w:rsid w:val="00E65674"/>
    <w:rsid w:val="00E7122E"/>
    <w:rsid w:val="00E76AA3"/>
    <w:rsid w:val="00E82CB6"/>
    <w:rsid w:val="00E82F04"/>
    <w:rsid w:val="00E86BD6"/>
    <w:rsid w:val="00E940C0"/>
    <w:rsid w:val="00EA08B6"/>
    <w:rsid w:val="00EA18FF"/>
    <w:rsid w:val="00EC1921"/>
    <w:rsid w:val="00ED0763"/>
    <w:rsid w:val="00ED3256"/>
    <w:rsid w:val="00EE3C29"/>
    <w:rsid w:val="00EF1024"/>
    <w:rsid w:val="00F03ED2"/>
    <w:rsid w:val="00F06FCF"/>
    <w:rsid w:val="00F21DDC"/>
    <w:rsid w:val="00F26883"/>
    <w:rsid w:val="00F32E1C"/>
    <w:rsid w:val="00F52BA0"/>
    <w:rsid w:val="00F56822"/>
    <w:rsid w:val="00F667DC"/>
    <w:rsid w:val="00F709A8"/>
    <w:rsid w:val="00F70BEE"/>
    <w:rsid w:val="00F7191E"/>
    <w:rsid w:val="00F7679C"/>
    <w:rsid w:val="00F777BA"/>
    <w:rsid w:val="00F8202C"/>
    <w:rsid w:val="00FA1751"/>
    <w:rsid w:val="00FA3BF8"/>
    <w:rsid w:val="00FA679B"/>
    <w:rsid w:val="00FA6978"/>
    <w:rsid w:val="00FC250D"/>
    <w:rsid w:val="00FC261A"/>
    <w:rsid w:val="00FC65D1"/>
    <w:rsid w:val="00FD71FC"/>
    <w:rsid w:val="00FE78AF"/>
    <w:rsid w:val="00FF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32DFC48"/>
  <w15:docId w15:val="{041800D7-5C87-4E96-AA0C-2CCBF5F4E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PGE_tekst_zwykly"/>
    <w:qFormat/>
    <w:rsid w:val="0080211A"/>
    <w:pPr>
      <w:spacing w:line="300" w:lineRule="auto"/>
    </w:pPr>
    <w:rPr>
      <w:rFonts w:ascii="Calibri" w:eastAsia="Times New Roman" w:hAnsi="Calibri"/>
      <w:color w:val="191919"/>
      <w:sz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A086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ytulrozdzial">
    <w:name w:val="styl_tytul_rozdzial"/>
    <w:basedOn w:val="Normalny"/>
    <w:next w:val="Normalny"/>
    <w:autoRedefine/>
    <w:rsid w:val="00CE6355"/>
    <w:pPr>
      <w:widowControl w:val="0"/>
      <w:autoSpaceDE w:val="0"/>
      <w:autoSpaceDN w:val="0"/>
      <w:adjustRightInd w:val="0"/>
      <w:spacing w:line="360" w:lineRule="auto"/>
    </w:pPr>
    <w:rPr>
      <w:b/>
      <w:color w:val="E60007"/>
      <w:sz w:val="36"/>
      <w:szCs w:val="36"/>
      <w:lang w:val="en-US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</w:style>
  <w:style w:type="paragraph" w:customStyle="1" w:styleId="PGEdata">
    <w:name w:val="PGE_data"/>
    <w:basedOn w:val="Normalny"/>
    <w:autoRedefine/>
    <w:qFormat/>
    <w:rsid w:val="003F55CA"/>
    <w:pPr>
      <w:spacing w:after="40"/>
      <w:jc w:val="right"/>
    </w:pPr>
    <w:rPr>
      <w:szCs w:val="22"/>
    </w:rPr>
  </w:style>
  <w:style w:type="paragraph" w:customStyle="1" w:styleId="PGEadresat">
    <w:name w:val="PGE_adresat"/>
    <w:basedOn w:val="Normalny"/>
    <w:autoRedefine/>
    <w:qFormat/>
    <w:rsid w:val="0080211A"/>
    <w:pPr>
      <w:jc w:val="right"/>
    </w:pPr>
  </w:style>
  <w:style w:type="paragraph" w:customStyle="1" w:styleId="PGEtytukomunikatu">
    <w:name w:val="PGE_tytuł_komunikatu"/>
    <w:basedOn w:val="Normalny"/>
    <w:autoRedefine/>
    <w:qFormat/>
    <w:rsid w:val="000C6B8E"/>
    <w:pPr>
      <w:spacing w:after="408" w:line="276" w:lineRule="auto"/>
    </w:pPr>
    <w:rPr>
      <w:rFonts w:cs="Calibri"/>
      <w:color w:val="auto"/>
      <w:sz w:val="20"/>
    </w:rPr>
  </w:style>
  <w:style w:type="paragraph" w:customStyle="1" w:styleId="PGEwroznienie">
    <w:name w:val="PGE_wroznienie"/>
    <w:basedOn w:val="Normalny"/>
    <w:autoRedefine/>
    <w:qFormat/>
    <w:rsid w:val="0080211A"/>
    <w:rPr>
      <w:b/>
      <w:color w:val="002060"/>
      <w:sz w:val="26"/>
      <w:szCs w:val="26"/>
      <w:lang w:val="en-US"/>
    </w:r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customStyle="1" w:styleId="AkapitzlistZnak">
    <w:name w:val="Akapit z listą Znak"/>
    <w:link w:val="Akapitzlist"/>
    <w:uiPriority w:val="34"/>
    <w:locked/>
    <w:rsid w:val="006E6F3F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E6F3F"/>
    <w:pPr>
      <w:spacing w:line="240" w:lineRule="auto"/>
      <w:ind w:left="720"/>
      <w:contextualSpacing/>
    </w:pPr>
    <w:rPr>
      <w:rFonts w:ascii="Cambria" w:eastAsia="MS Mincho" w:hAnsi="Cambria"/>
      <w:color w:val="auto"/>
      <w:sz w:val="24"/>
      <w:szCs w:val="24"/>
    </w:rPr>
  </w:style>
  <w:style w:type="table" w:styleId="Tabela-Siatka">
    <w:name w:val="Table Grid"/>
    <w:basedOn w:val="Standardowy"/>
    <w:uiPriority w:val="59"/>
    <w:rsid w:val="001A7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t-card-ttl-txt1">
    <w:name w:val="gt-card-ttl-txt1"/>
    <w:basedOn w:val="Domylnaczcionkaakapitu"/>
    <w:rsid w:val="00332DE3"/>
    <w:rPr>
      <w:color w:val="222222"/>
    </w:rPr>
  </w:style>
  <w:style w:type="character" w:customStyle="1" w:styleId="hps">
    <w:name w:val="hps"/>
    <w:basedOn w:val="Domylnaczcionkaakapitu"/>
    <w:rsid w:val="00166DEA"/>
  </w:style>
  <w:style w:type="character" w:customStyle="1" w:styleId="Nagwek2Znak">
    <w:name w:val="Nagłówek 2 Znak"/>
    <w:basedOn w:val="Domylnaczcionkaakapitu"/>
    <w:link w:val="Nagwek2"/>
    <w:uiPriority w:val="9"/>
    <w:semiHidden/>
    <w:rsid w:val="009A086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7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PRESS%20STUDIO%20PC%202\Downloads\SZABLON%20Papier%20Firmowy%20A4%20ogolny%20PGE%20EN%20SA%20(1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iestandardowy 1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 do PU.docx</dmsv2BaseFileName>
    <dmsv2BaseDisplayName xmlns="http://schemas.microsoft.com/sharepoint/v3">Załącznik nr 3 do PU</dmsv2BaseDisplayName>
    <dmsv2SWPP2ObjectNumber xmlns="http://schemas.microsoft.com/sharepoint/v3">POST/EOD/EOD/BM/00330/2025                        </dmsv2SWPP2ObjectNumber>
    <dmsv2SWPP2SumMD5 xmlns="http://schemas.microsoft.com/sharepoint/v3">8268e4034588ddb5d856acc5c2663982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700466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23959111</dmsv2BaseClientSystemDocumentID>
    <dmsv2BaseModifiedByID xmlns="http://schemas.microsoft.com/sharepoint/v3">13120062</dmsv2BaseModifiedByID>
    <dmsv2BaseCreatedByID xmlns="http://schemas.microsoft.com/sharepoint/v3">13120062</dmsv2BaseCreatedByID>
    <dmsv2SWPP2ObjectDepartment xmlns="http://schemas.microsoft.com/sharepoint/v3">0000000100050005001b000c</dmsv2SWPP2ObjectDepartment>
    <dmsv2SWPP2ObjectName xmlns="http://schemas.microsoft.com/sharepoint/v3">Postępowanie</dmsv2SWPP2ObjectName>
    <_dlc_DocId xmlns="a19cb1c7-c5c7-46d4-85ae-d83685407bba">JEUP5JKVCYQC-91331814-14052</_dlc_DocId>
    <_dlc_DocIdUrl xmlns="a19cb1c7-c5c7-46d4-85ae-d83685407bba">
      <Url>https://swpp2.dms.gkpge.pl/sites/41/_layouts/15/DocIdRedir.aspx?ID=JEUP5JKVCYQC-91331814-14052</Url>
      <Description>JEUP5JKVCYQC-91331814-14052</Description>
    </_dlc_DocIdUrl>
  </documentManagement>
</p:properties>
</file>

<file path=customXml/itemProps1.xml><?xml version="1.0" encoding="utf-8"?>
<ds:datastoreItem xmlns:ds="http://schemas.openxmlformats.org/officeDocument/2006/customXml" ds:itemID="{96A3E5A4-DD47-48BE-995A-8A89BFD9F2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5BD0A8-86AC-4B94-9201-73B91DA00E42}"/>
</file>

<file path=customXml/itemProps3.xml><?xml version="1.0" encoding="utf-8"?>
<ds:datastoreItem xmlns:ds="http://schemas.openxmlformats.org/officeDocument/2006/customXml" ds:itemID="{1561B6F5-AA8B-41AA-8901-94783C91FFA9}"/>
</file>

<file path=customXml/itemProps4.xml><?xml version="1.0" encoding="utf-8"?>
<ds:datastoreItem xmlns:ds="http://schemas.openxmlformats.org/officeDocument/2006/customXml" ds:itemID="{41A7A2D4-7C99-4918-8C04-1951ACCC1D3E}"/>
</file>

<file path=customXml/itemProps5.xml><?xml version="1.0" encoding="utf-8"?>
<ds:datastoreItem xmlns:ds="http://schemas.openxmlformats.org/officeDocument/2006/customXml" ds:itemID="{9C386738-57AD-4355-92E1-2148464725AE}"/>
</file>

<file path=docProps/app.xml><?xml version="1.0" encoding="utf-8"?>
<Properties xmlns="http://schemas.openxmlformats.org/officeDocument/2006/extended-properties" xmlns:vt="http://schemas.openxmlformats.org/officeDocument/2006/docPropsVTypes">
  <Template>SZABLON Papier Firmowy A4 ogolny PGE EN SA (1)</Template>
  <TotalTime>92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aaa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IPRESS STUDIO PC 2</dc:creator>
  <cp:lastModifiedBy>Żendarski Michał [PGE E. Odnawialna S.A.]</cp:lastModifiedBy>
  <cp:revision>26</cp:revision>
  <cp:lastPrinted>2014-10-15T10:54:00Z</cp:lastPrinted>
  <dcterms:created xsi:type="dcterms:W3CDTF">2015-03-18T07:05:00Z</dcterms:created>
  <dcterms:modified xsi:type="dcterms:W3CDTF">2025-11-21T08:34:00Z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2025-07-16T08:12:56Z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5c2d5ed1-04ac-4b52-918c-659edf863c18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0x0101891000922C4A805618F64D81CA19369E52CC2B</vt:lpwstr>
  </property>
  <property fmtid="{D5CDD505-2E9C-101B-9397-08002B2CF9AE}" pid="10" name="_dlc_DocIdItemGuid">
    <vt:lpwstr>c5e42e18-8455-4f9e-bd1d-0f466d5196c6</vt:lpwstr>
  </property>
</Properties>
</file>